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94B" w:rsidRPr="0020494B" w:rsidRDefault="0020494B" w:rsidP="0020494B">
      <w:pPr>
        <w:rPr>
          <w:sz w:val="22"/>
        </w:rPr>
      </w:pPr>
      <w:bookmarkStart w:id="0" w:name="_GoBack"/>
      <w:bookmarkEnd w:id="0"/>
    </w:p>
    <w:p w:rsidR="0020494B" w:rsidRPr="0020494B" w:rsidRDefault="0020494B" w:rsidP="0020494B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3544"/>
      </w:tblGrid>
      <w:tr w:rsidR="0020494B" w:rsidRPr="0020494B" w:rsidTr="00565340">
        <w:trPr>
          <w:trHeight w:val="345"/>
        </w:trPr>
        <w:tc>
          <w:tcPr>
            <w:tcW w:w="1913" w:type="dxa"/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  <w:r w:rsidRPr="0020494B">
              <w:rPr>
                <w:sz w:val="22"/>
              </w:rPr>
              <w:t>Ime in priimek: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  <w:tr w:rsidR="0020494B" w:rsidRPr="0020494B" w:rsidTr="00565340">
        <w:trPr>
          <w:trHeight w:val="345"/>
        </w:trPr>
        <w:tc>
          <w:tcPr>
            <w:tcW w:w="1913" w:type="dxa"/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  <w:r w:rsidRPr="0020494B">
              <w:rPr>
                <w:sz w:val="22"/>
              </w:rPr>
              <w:t>Naslov: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  <w:tr w:rsidR="00565340" w:rsidRPr="0020494B" w:rsidTr="00565340">
        <w:trPr>
          <w:trHeight w:val="345"/>
        </w:trPr>
        <w:tc>
          <w:tcPr>
            <w:tcW w:w="1913" w:type="dxa"/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  <w:r>
              <w:rPr>
                <w:sz w:val="22"/>
              </w:rPr>
              <w:t>EMŠO: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</w:p>
        </w:tc>
      </w:tr>
      <w:tr w:rsidR="00565340" w:rsidRPr="0020494B" w:rsidTr="00565340">
        <w:trPr>
          <w:trHeight w:val="345"/>
        </w:trPr>
        <w:tc>
          <w:tcPr>
            <w:tcW w:w="1913" w:type="dxa"/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</w:p>
        </w:tc>
      </w:tr>
      <w:tr w:rsidR="0020494B" w:rsidRPr="0020494B" w:rsidTr="00565340">
        <w:trPr>
          <w:trHeight w:val="345"/>
        </w:trPr>
        <w:tc>
          <w:tcPr>
            <w:tcW w:w="1913" w:type="dxa"/>
            <w:vAlign w:val="bottom"/>
          </w:tcPr>
          <w:p w:rsidR="0020494B" w:rsidRPr="0020494B" w:rsidRDefault="00F86011" w:rsidP="0020494B">
            <w:pPr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  <w:tr w:rsidR="00565340" w:rsidRPr="0020494B" w:rsidTr="00565340">
        <w:trPr>
          <w:trHeight w:val="345"/>
        </w:trPr>
        <w:tc>
          <w:tcPr>
            <w:tcW w:w="1913" w:type="dxa"/>
            <w:vAlign w:val="bottom"/>
          </w:tcPr>
          <w:p w:rsidR="00565340" w:rsidRDefault="00565340" w:rsidP="0020494B">
            <w:pPr>
              <w:rPr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</w:p>
        </w:tc>
      </w:tr>
    </w:tbl>
    <w:p w:rsidR="0020494B" w:rsidRPr="0020494B" w:rsidRDefault="0020494B" w:rsidP="0020494B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276"/>
      </w:tblGrid>
      <w:tr w:rsidR="0020494B" w:rsidRPr="0020494B" w:rsidTr="0098551E">
        <w:tc>
          <w:tcPr>
            <w:tcW w:w="921" w:type="dxa"/>
          </w:tcPr>
          <w:p w:rsidR="0020494B" w:rsidRPr="0020494B" w:rsidRDefault="0020494B" w:rsidP="0020494B">
            <w:pPr>
              <w:rPr>
                <w:sz w:val="22"/>
              </w:rPr>
            </w:pPr>
            <w:r w:rsidRPr="0020494B">
              <w:rPr>
                <w:sz w:val="22"/>
              </w:rPr>
              <w:t>Datum: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</w:tbl>
    <w:p w:rsidR="0020494B" w:rsidRPr="0020494B" w:rsidRDefault="0020494B" w:rsidP="0020494B">
      <w:pPr>
        <w:rPr>
          <w:sz w:val="22"/>
        </w:rPr>
      </w:pPr>
    </w:p>
    <w:p w:rsidR="0020494B" w:rsidRPr="0020494B" w:rsidRDefault="007777A7" w:rsidP="0020494B">
      <w:pPr>
        <w:rPr>
          <w:sz w:val="22"/>
        </w:rPr>
      </w:pPr>
      <w:r w:rsidRPr="00C302CF">
        <w:rPr>
          <w:rFonts w:cs="Arial"/>
          <w:i/>
          <w:iCs/>
          <w:sz w:val="20"/>
          <w:szCs w:val="20"/>
          <w:shd w:val="clear" w:color="auto" w:fill="FFFFFF"/>
        </w:rPr>
        <w:t>»Spodaj podpisani/-a izrecno dovoljujem Občini Slovenske Konjice, Stari trg 29, 3210 Slovenske Konjice, matična št. 5883814,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</w:t>
      </w:r>
      <w:r w:rsidR="002C08EF">
        <w:rPr>
          <w:rFonts w:cs="Arial"/>
          <w:i/>
          <w:iCs/>
          <w:sz w:val="20"/>
          <w:szCs w:val="20"/>
          <w:shd w:val="clear" w:color="auto" w:fill="FFFFFF"/>
        </w:rPr>
        <w:t>«</w:t>
      </w: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b/>
          <w:sz w:val="22"/>
        </w:rPr>
      </w:pPr>
      <w:r w:rsidRPr="0020494B">
        <w:rPr>
          <w:b/>
          <w:sz w:val="22"/>
        </w:rPr>
        <w:t>VLOGA ZA SKLENITEV ANEKSA K NAJEMNI POGODBI –</w:t>
      </w:r>
      <w:r w:rsidR="00406B3D">
        <w:rPr>
          <w:b/>
          <w:sz w:val="22"/>
        </w:rPr>
        <w:t xml:space="preserve"> </w:t>
      </w:r>
      <w:r w:rsidR="009B1C7D">
        <w:rPr>
          <w:b/>
          <w:sz w:val="22"/>
        </w:rPr>
        <w:t>vpis/prijava</w:t>
      </w:r>
      <w:r w:rsidRPr="0020494B">
        <w:rPr>
          <w:b/>
          <w:sz w:val="22"/>
        </w:rPr>
        <w:t xml:space="preserve"> uporabnika </w:t>
      </w:r>
      <w:r w:rsidR="009B1C7D">
        <w:rPr>
          <w:b/>
          <w:sz w:val="22"/>
        </w:rPr>
        <w:t>v najemno pogodbo</w:t>
      </w:r>
    </w:p>
    <w:p w:rsidR="0020494B" w:rsidRPr="0020494B" w:rsidRDefault="0020494B" w:rsidP="0020494B">
      <w:pPr>
        <w:rPr>
          <w:sz w:val="22"/>
        </w:rPr>
      </w:pPr>
    </w:p>
    <w:tbl>
      <w:tblPr>
        <w:tblW w:w="0" w:type="auto"/>
        <w:tblInd w:w="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0494B" w:rsidRPr="0020494B" w:rsidTr="0098551E">
        <w:tc>
          <w:tcPr>
            <w:tcW w:w="9142" w:type="dxa"/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  <w:tr w:rsidR="0020494B" w:rsidRPr="0020494B" w:rsidTr="0098551E">
        <w:trPr>
          <w:trHeight w:val="306"/>
        </w:trPr>
        <w:tc>
          <w:tcPr>
            <w:tcW w:w="9142" w:type="dxa"/>
          </w:tcPr>
          <w:p w:rsidR="0020494B" w:rsidRPr="00827455" w:rsidRDefault="00827455" w:rsidP="002049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</w:t>
            </w:r>
            <w:r w:rsidR="0020494B" w:rsidRPr="00827455">
              <w:rPr>
                <w:sz w:val="20"/>
                <w:szCs w:val="20"/>
              </w:rPr>
              <w:t>Ime in priimek, naslov</w:t>
            </w:r>
          </w:p>
        </w:tc>
      </w:tr>
    </w:tbl>
    <w:p w:rsidR="00406B3D" w:rsidRDefault="00406B3D" w:rsidP="0020494B">
      <w:pPr>
        <w:rPr>
          <w:sz w:val="22"/>
        </w:rPr>
      </w:pPr>
    </w:p>
    <w:p w:rsidR="009B1C7D" w:rsidRDefault="009B1C7D" w:rsidP="009B1C7D">
      <w:pPr>
        <w:jc w:val="both"/>
        <w:rPr>
          <w:sz w:val="22"/>
        </w:rPr>
      </w:pPr>
      <w:r>
        <w:rPr>
          <w:sz w:val="22"/>
        </w:rPr>
        <w:t>kot najemnik stanovanja</w:t>
      </w:r>
      <w:r w:rsidRPr="00406B3D">
        <w:rPr>
          <w:sz w:val="22"/>
        </w:rPr>
        <w:t xml:space="preserve"> št._______, k</w:t>
      </w:r>
      <w:r>
        <w:rPr>
          <w:sz w:val="22"/>
        </w:rPr>
        <w:t xml:space="preserve">i leži v ________ </w:t>
      </w:r>
      <w:r w:rsidRPr="00406B3D">
        <w:rPr>
          <w:sz w:val="22"/>
        </w:rPr>
        <w:t>nadstropju</w:t>
      </w:r>
      <w:r>
        <w:rPr>
          <w:sz w:val="22"/>
        </w:rPr>
        <w:t xml:space="preserve"> stanovanjske stavbe na </w:t>
      </w:r>
    </w:p>
    <w:p w:rsidR="009B1C7D" w:rsidRDefault="009B1C7D" w:rsidP="009B1C7D">
      <w:pPr>
        <w:jc w:val="both"/>
        <w:rPr>
          <w:sz w:val="22"/>
        </w:rPr>
      </w:pPr>
    </w:p>
    <w:p w:rsidR="009B1C7D" w:rsidRPr="00406B3D" w:rsidRDefault="009B1C7D" w:rsidP="009B1C7D">
      <w:pPr>
        <w:jc w:val="both"/>
        <w:rPr>
          <w:sz w:val="22"/>
        </w:rPr>
      </w:pPr>
      <w:r>
        <w:rPr>
          <w:sz w:val="22"/>
        </w:rPr>
        <w:t>naslovu ________________________________, označeno z  ID številko stavbe___________</w:t>
      </w:r>
      <w:r w:rsidRPr="00406B3D">
        <w:rPr>
          <w:sz w:val="22"/>
        </w:rPr>
        <w:t>.</w:t>
      </w:r>
    </w:p>
    <w:p w:rsidR="009B1C7D" w:rsidRDefault="009B1C7D" w:rsidP="009B1C7D">
      <w:pPr>
        <w:jc w:val="both"/>
        <w:rPr>
          <w:sz w:val="22"/>
        </w:rPr>
      </w:pPr>
    </w:p>
    <w:p w:rsidR="00406B3D" w:rsidRDefault="009B1C7D" w:rsidP="009B1C7D">
      <w:pPr>
        <w:jc w:val="both"/>
        <w:rPr>
          <w:sz w:val="22"/>
        </w:rPr>
      </w:pPr>
      <w:r>
        <w:rPr>
          <w:sz w:val="22"/>
        </w:rPr>
        <w:t xml:space="preserve">podajam vlogo  z prijavo uporabnika </w:t>
      </w:r>
      <w:r w:rsidR="00406B3D">
        <w:rPr>
          <w:sz w:val="22"/>
        </w:rPr>
        <w:t>________________</w:t>
      </w:r>
      <w:r>
        <w:rPr>
          <w:sz w:val="22"/>
        </w:rPr>
        <w:t>_____________________________</w:t>
      </w:r>
    </w:p>
    <w:p w:rsidR="009B1C7D" w:rsidRDefault="009B1C7D" w:rsidP="009B1C7D">
      <w:pPr>
        <w:jc w:val="both"/>
        <w:rPr>
          <w:sz w:val="22"/>
        </w:rPr>
      </w:pPr>
    </w:p>
    <w:p w:rsidR="009B1C7D" w:rsidRDefault="009B1C7D" w:rsidP="009B1C7D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</w:t>
      </w:r>
    </w:p>
    <w:p w:rsidR="00406B3D" w:rsidRDefault="00406B3D" w:rsidP="009B1C7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 w:rsidRPr="00827455">
        <w:rPr>
          <w:sz w:val="20"/>
          <w:szCs w:val="20"/>
        </w:rPr>
        <w:t>Ime in priimek</w:t>
      </w:r>
      <w:r>
        <w:rPr>
          <w:sz w:val="20"/>
          <w:szCs w:val="20"/>
        </w:rPr>
        <w:t xml:space="preserve">, </w:t>
      </w:r>
      <w:r w:rsidR="009B1C7D">
        <w:rPr>
          <w:sz w:val="20"/>
          <w:szCs w:val="20"/>
        </w:rPr>
        <w:t xml:space="preserve">naslov, </w:t>
      </w:r>
      <w:r>
        <w:rPr>
          <w:sz w:val="20"/>
          <w:szCs w:val="20"/>
        </w:rPr>
        <w:t>EMŠO</w:t>
      </w:r>
      <w:r w:rsidR="009B1C7D">
        <w:rPr>
          <w:sz w:val="20"/>
          <w:szCs w:val="20"/>
        </w:rPr>
        <w:t xml:space="preserve">, davčna številka, sorodstveno razmerje </w:t>
      </w:r>
    </w:p>
    <w:p w:rsidR="00406B3D" w:rsidRDefault="00406B3D" w:rsidP="009B1C7D">
      <w:pPr>
        <w:jc w:val="both"/>
        <w:rPr>
          <w:sz w:val="22"/>
        </w:rPr>
      </w:pPr>
    </w:p>
    <w:p w:rsidR="00406B3D" w:rsidRPr="00406B3D" w:rsidRDefault="00406B3D" w:rsidP="009B1C7D">
      <w:pPr>
        <w:jc w:val="both"/>
        <w:rPr>
          <w:sz w:val="22"/>
        </w:rPr>
      </w:pPr>
    </w:p>
    <w:p w:rsidR="00406B3D" w:rsidRDefault="00406B3D" w:rsidP="009B1C7D">
      <w:pPr>
        <w:jc w:val="both"/>
        <w:rPr>
          <w:rFonts w:cs="Arial"/>
          <w:sz w:val="22"/>
        </w:rPr>
      </w:pPr>
      <w:r>
        <w:rPr>
          <w:rFonts w:cs="Arial"/>
          <w:sz w:val="22"/>
        </w:rPr>
        <w:t>Po najemni pogodbi z dne ________________ in pripad</w:t>
      </w:r>
      <w:r w:rsidR="009B1C7D">
        <w:rPr>
          <w:rFonts w:cs="Arial"/>
          <w:sz w:val="22"/>
        </w:rPr>
        <w:t>ajočih aneksih k najemni pogodbi</w:t>
      </w:r>
      <w:r>
        <w:rPr>
          <w:rFonts w:cs="Arial"/>
          <w:sz w:val="22"/>
        </w:rPr>
        <w:t>, poleg najemnika/</w:t>
      </w:r>
      <w:proofErr w:type="spellStart"/>
      <w:r>
        <w:rPr>
          <w:rFonts w:cs="Arial"/>
          <w:sz w:val="22"/>
        </w:rPr>
        <w:t>ce</w:t>
      </w:r>
      <w:proofErr w:type="spellEnd"/>
      <w:r>
        <w:rPr>
          <w:rFonts w:cs="Arial"/>
          <w:sz w:val="22"/>
        </w:rPr>
        <w:t xml:space="preserve"> stanovanje uporabljajo (vpiši) in ga bodo označeni tudi še naprej uporabljali (</w:t>
      </w:r>
      <w:r w:rsidR="009B1C7D">
        <w:rPr>
          <w:rFonts w:cs="Arial"/>
          <w:sz w:val="22"/>
        </w:rPr>
        <w:t xml:space="preserve">vpiši in </w:t>
      </w:r>
      <w:r>
        <w:rPr>
          <w:rFonts w:cs="Arial"/>
          <w:sz w:val="22"/>
        </w:rPr>
        <w:t>obkroži):</w:t>
      </w:r>
    </w:p>
    <w:p w:rsidR="00406B3D" w:rsidRDefault="00406B3D" w:rsidP="00406B3D">
      <w:pPr>
        <w:rPr>
          <w:rFonts w:cs="Arial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60"/>
        <w:gridCol w:w="5245"/>
        <w:gridCol w:w="1275"/>
      </w:tblGrid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*Sorodstveno razmerje</w:t>
            </w: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Ime in priimek, EMŠO, davčna št.</w:t>
            </w: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Uporabnik še naprej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</w:tbl>
    <w:p w:rsidR="00406B3D" w:rsidRPr="00314AC5" w:rsidRDefault="00406B3D" w:rsidP="00406B3D">
      <w:pPr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* </w:t>
      </w:r>
      <w:r w:rsidRPr="00314AC5">
        <w:rPr>
          <w:rFonts w:cs="Arial"/>
          <w:i/>
          <w:sz w:val="22"/>
        </w:rPr>
        <w:t>mož, žena, partner-</w:t>
      </w:r>
      <w:proofErr w:type="spellStart"/>
      <w:r w:rsidRPr="00314AC5">
        <w:rPr>
          <w:rFonts w:cs="Arial"/>
          <w:i/>
          <w:sz w:val="22"/>
        </w:rPr>
        <w:t>ka</w:t>
      </w:r>
      <w:proofErr w:type="spellEnd"/>
      <w:r w:rsidRPr="00314AC5">
        <w:rPr>
          <w:rFonts w:cs="Arial"/>
          <w:i/>
          <w:sz w:val="22"/>
        </w:rPr>
        <w:t>, sin, hči, sestra, brat, mama, oče…</w:t>
      </w:r>
    </w:p>
    <w:p w:rsidR="00406B3D" w:rsidRDefault="00406B3D" w:rsidP="0020494B">
      <w:pPr>
        <w:rPr>
          <w:sz w:val="22"/>
        </w:rPr>
      </w:pPr>
    </w:p>
    <w:p w:rsidR="00406B3D" w:rsidRDefault="009E283A" w:rsidP="0020494B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 w:rsidRPr="0020494B">
        <w:rPr>
          <w:sz w:val="22"/>
        </w:rPr>
        <w:t>Podpis:</w:t>
      </w:r>
      <w:r>
        <w:rPr>
          <w:sz w:val="22"/>
        </w:rPr>
        <w:t xml:space="preserve"> _________________</w:t>
      </w: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sz w:val="22"/>
        </w:rPr>
      </w:pPr>
      <w:r w:rsidRPr="0020494B">
        <w:rPr>
          <w:sz w:val="22"/>
        </w:rPr>
        <w:lastRenderedPageBreak/>
        <w:t>Priloge:</w:t>
      </w:r>
    </w:p>
    <w:p w:rsidR="0020494B" w:rsidRDefault="0020494B" w:rsidP="0020494B">
      <w:pPr>
        <w:numPr>
          <w:ilvl w:val="0"/>
          <w:numId w:val="2"/>
        </w:numPr>
        <w:rPr>
          <w:sz w:val="22"/>
        </w:rPr>
      </w:pPr>
      <w:r w:rsidRPr="0020494B">
        <w:rPr>
          <w:sz w:val="22"/>
        </w:rPr>
        <w:t>Najemna pogodba</w:t>
      </w:r>
    </w:p>
    <w:p w:rsidR="00406B3D" w:rsidRDefault="00406B3D" w:rsidP="0020494B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Potrdilo Upravne enote o stalnem prebivališču</w:t>
      </w:r>
      <w:r w:rsidR="009B1C7D">
        <w:rPr>
          <w:sz w:val="22"/>
        </w:rPr>
        <w:t xml:space="preserve"> za novega uporabnika</w:t>
      </w:r>
    </w:p>
    <w:p w:rsidR="009B1C7D" w:rsidRDefault="009B1C7D" w:rsidP="0020494B">
      <w:pPr>
        <w:numPr>
          <w:ilvl w:val="0"/>
          <w:numId w:val="2"/>
        </w:numPr>
        <w:rPr>
          <w:sz w:val="22"/>
        </w:rPr>
      </w:pPr>
      <w:r>
        <w:rPr>
          <w:sz w:val="22"/>
        </w:rPr>
        <w:t>Izpisek iz matičnega registra o rojstvu</w:t>
      </w:r>
    </w:p>
    <w:p w:rsidR="009B1C7D" w:rsidRDefault="009B1C7D" w:rsidP="0020494B">
      <w:pPr>
        <w:numPr>
          <w:ilvl w:val="0"/>
          <w:numId w:val="2"/>
        </w:numPr>
        <w:rPr>
          <w:sz w:val="22"/>
        </w:rPr>
      </w:pPr>
      <w:r>
        <w:rPr>
          <w:sz w:val="22"/>
        </w:rPr>
        <w:t>V primeru, da gre za zakonca: Izpisek iz matičnega registra o sklenjeni zakonski zvezi oziroma notarsko overjena izjava o obstoju zunajzakonske skupnosti, v nasprotnem primeru se smatra, da gre za prijavo začasnega uporabnika</w:t>
      </w:r>
    </w:p>
    <w:p w:rsidR="009E283A" w:rsidRPr="0020494B" w:rsidRDefault="009B1C7D" w:rsidP="0020494B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v primeru, da na najemni pogodbi nista navedena oba starša </w:t>
      </w:r>
      <w:r w:rsidR="009E283A">
        <w:rPr>
          <w:sz w:val="22"/>
        </w:rPr>
        <w:t>mladoletnega otroka: ustrezno dokazilo, kateremu od staršev je mladoletni otrok zaupan v varstvo in vzgojo</w:t>
      </w:r>
    </w:p>
    <w:p w:rsidR="0020494B" w:rsidRPr="0020494B" w:rsidRDefault="0020494B" w:rsidP="0020494B">
      <w:pPr>
        <w:numPr>
          <w:ilvl w:val="0"/>
          <w:numId w:val="2"/>
        </w:numPr>
        <w:rPr>
          <w:sz w:val="22"/>
        </w:rPr>
      </w:pPr>
      <w:r w:rsidRPr="0020494B">
        <w:rPr>
          <w:sz w:val="22"/>
        </w:rPr>
        <w:t>Potrdilo o poravnanih obveznostih za stanovanje</w:t>
      </w: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sz w:val="22"/>
        </w:rPr>
      </w:pP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</w:p>
    <w:p w:rsidR="00581FB5" w:rsidRPr="0020494B" w:rsidRDefault="00581FB5" w:rsidP="0020494B"/>
    <w:sectPr w:rsidR="00581FB5" w:rsidRPr="0020494B" w:rsidSect="003E401F">
      <w:headerReference w:type="default" r:id="rId8"/>
      <w:footerReference w:type="default" r:id="rId9"/>
      <w:pgSz w:w="11906" w:h="16838" w:code="9"/>
      <w:pgMar w:top="1134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F35" w:rsidRDefault="005F5F35" w:rsidP="00581FB5">
      <w:r>
        <w:separator/>
      </w:r>
    </w:p>
  </w:endnote>
  <w:endnote w:type="continuationSeparator" w:id="0">
    <w:p w:rsidR="005F5F35" w:rsidRDefault="005F5F35" w:rsidP="0058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B5" w:rsidRDefault="00BE75D8">
    <w:pPr>
      <w:pStyle w:val="Noga"/>
    </w:pPr>
    <w:r>
      <w:rPr>
        <w:noProof/>
        <w:lang w:eastAsia="sl-SI" w:bidi="ar-SA"/>
      </w:rPr>
      <w:drawing>
        <wp:inline distT="0" distB="0" distL="0" distR="0">
          <wp:extent cx="5943600" cy="438150"/>
          <wp:effectExtent l="0" t="0" r="0" b="0"/>
          <wp:docPr id="2" name="Slika 2" descr="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F35" w:rsidRDefault="005F5F35" w:rsidP="00581FB5">
      <w:r>
        <w:separator/>
      </w:r>
    </w:p>
  </w:footnote>
  <w:footnote w:type="continuationSeparator" w:id="0">
    <w:p w:rsidR="005F5F35" w:rsidRDefault="005F5F35" w:rsidP="00581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B5" w:rsidRDefault="00BE75D8">
    <w:pPr>
      <w:pStyle w:val="Glava"/>
    </w:pPr>
    <w:r>
      <w:rPr>
        <w:noProof/>
        <w:lang w:eastAsia="sl-SI" w:bidi="ar-SA"/>
      </w:rPr>
      <w:drawing>
        <wp:inline distT="0" distB="0" distL="0" distR="0">
          <wp:extent cx="5943600" cy="866775"/>
          <wp:effectExtent l="0" t="0" r="0" b="9525"/>
          <wp:docPr id="1" name="Slika 0" descr="obr 55-05 logoti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obr 55-05 logoti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24B0"/>
    <w:multiLevelType w:val="hybridMultilevel"/>
    <w:tmpl w:val="50E83D92"/>
    <w:lvl w:ilvl="0" w:tplc="2B90892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C06482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1E"/>
    <w:rsid w:val="00006B3A"/>
    <w:rsid w:val="000318D4"/>
    <w:rsid w:val="00045EEF"/>
    <w:rsid w:val="000508AA"/>
    <w:rsid w:val="00054026"/>
    <w:rsid w:val="00085C23"/>
    <w:rsid w:val="001E1189"/>
    <w:rsid w:val="0020494B"/>
    <w:rsid w:val="00211E78"/>
    <w:rsid w:val="0024593A"/>
    <w:rsid w:val="0027367A"/>
    <w:rsid w:val="002C08EF"/>
    <w:rsid w:val="003362D0"/>
    <w:rsid w:val="003377AF"/>
    <w:rsid w:val="00345129"/>
    <w:rsid w:val="003B7C74"/>
    <w:rsid w:val="003D70E0"/>
    <w:rsid w:val="003E401F"/>
    <w:rsid w:val="00406B3D"/>
    <w:rsid w:val="00440257"/>
    <w:rsid w:val="00466D09"/>
    <w:rsid w:val="00483863"/>
    <w:rsid w:val="004902BE"/>
    <w:rsid w:val="00497728"/>
    <w:rsid w:val="004A2DFA"/>
    <w:rsid w:val="004E2CD3"/>
    <w:rsid w:val="004F692E"/>
    <w:rsid w:val="00565340"/>
    <w:rsid w:val="00581FB5"/>
    <w:rsid w:val="005937E7"/>
    <w:rsid w:val="005D6BB5"/>
    <w:rsid w:val="005F5F35"/>
    <w:rsid w:val="00600FC3"/>
    <w:rsid w:val="00614A3C"/>
    <w:rsid w:val="00631FA7"/>
    <w:rsid w:val="00675989"/>
    <w:rsid w:val="006854B1"/>
    <w:rsid w:val="006C22C2"/>
    <w:rsid w:val="006D33A6"/>
    <w:rsid w:val="006D66A9"/>
    <w:rsid w:val="006F32B2"/>
    <w:rsid w:val="00702F8A"/>
    <w:rsid w:val="007777A7"/>
    <w:rsid w:val="007F47CF"/>
    <w:rsid w:val="008126CB"/>
    <w:rsid w:val="008179D4"/>
    <w:rsid w:val="00827455"/>
    <w:rsid w:val="00930E53"/>
    <w:rsid w:val="0098551E"/>
    <w:rsid w:val="00995B12"/>
    <w:rsid w:val="009B1C7D"/>
    <w:rsid w:val="009B7CF7"/>
    <w:rsid w:val="009C2514"/>
    <w:rsid w:val="009E283A"/>
    <w:rsid w:val="009F50D6"/>
    <w:rsid w:val="00A17444"/>
    <w:rsid w:val="00A323DD"/>
    <w:rsid w:val="00A41089"/>
    <w:rsid w:val="00A65F64"/>
    <w:rsid w:val="00B338A3"/>
    <w:rsid w:val="00BC2C81"/>
    <w:rsid w:val="00BD1684"/>
    <w:rsid w:val="00BE75D8"/>
    <w:rsid w:val="00C10153"/>
    <w:rsid w:val="00C56B88"/>
    <w:rsid w:val="00CE5B45"/>
    <w:rsid w:val="00CF1735"/>
    <w:rsid w:val="00D53001"/>
    <w:rsid w:val="00DD5E4F"/>
    <w:rsid w:val="00DF2070"/>
    <w:rsid w:val="00E2335B"/>
    <w:rsid w:val="00E83FDD"/>
    <w:rsid w:val="00EF1AA3"/>
    <w:rsid w:val="00F330B0"/>
    <w:rsid w:val="00F86011"/>
    <w:rsid w:val="00FA66E7"/>
    <w:rsid w:val="00FB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66A9"/>
    <w:rPr>
      <w:sz w:val="24"/>
      <w:szCs w:val="22"/>
      <w:lang w:eastAsia="en-US" w:bidi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6D66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D66A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D66A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D66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D6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D66A9"/>
    <w:pPr>
      <w:spacing w:before="240" w:after="60"/>
      <w:outlineLvl w:val="5"/>
    </w:pPr>
    <w:rPr>
      <w:b/>
      <w:bCs/>
      <w:sz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D66A9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D66A9"/>
    <w:p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D66A9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D66A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D66A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D66A9"/>
    <w:rPr>
      <w:rFonts w:ascii="Cambria" w:eastAsia="Times New Roman" w:hAnsi="Cambria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rsid w:val="006D66A9"/>
    <w:rPr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D66A9"/>
    <w:rPr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D66A9"/>
    <w:rPr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D66A9"/>
    <w:rPr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D66A9"/>
    <w:rPr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D66A9"/>
    <w:rPr>
      <w:rFonts w:ascii="Cambria" w:eastAsia="Times New Roman" w:hAnsi="Cambria"/>
    </w:rPr>
  </w:style>
  <w:style w:type="paragraph" w:styleId="Naslov">
    <w:name w:val="Title"/>
    <w:basedOn w:val="Navaden"/>
    <w:next w:val="Navaden"/>
    <w:link w:val="NaslovZnak"/>
    <w:uiPriority w:val="10"/>
    <w:qFormat/>
    <w:rsid w:val="006D66A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uiPriority w:val="10"/>
    <w:rsid w:val="006D66A9"/>
    <w:rPr>
      <w:rFonts w:ascii="Cambria" w:eastAsia="Times New Roman" w:hAnsi="Cambria"/>
      <w:b/>
      <w:bCs/>
      <w:kern w:val="28"/>
      <w:sz w:val="32"/>
      <w:szCs w:val="3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D66A9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slovZnak">
    <w:name w:val="Podnaslov Znak"/>
    <w:basedOn w:val="Privzetapisavaodstavka"/>
    <w:link w:val="Podnaslov"/>
    <w:uiPriority w:val="11"/>
    <w:rsid w:val="006D66A9"/>
    <w:rPr>
      <w:rFonts w:ascii="Cambria" w:eastAsia="Times New Roman" w:hAnsi="Cambria"/>
      <w:sz w:val="24"/>
      <w:szCs w:val="24"/>
    </w:rPr>
  </w:style>
  <w:style w:type="character" w:styleId="Krepko">
    <w:name w:val="Strong"/>
    <w:basedOn w:val="Privzetapisavaodstavka"/>
    <w:uiPriority w:val="22"/>
    <w:qFormat/>
    <w:rsid w:val="006D66A9"/>
    <w:rPr>
      <w:b/>
      <w:bCs/>
    </w:rPr>
  </w:style>
  <w:style w:type="character" w:styleId="Poudarek">
    <w:name w:val="Emphasis"/>
    <w:basedOn w:val="Privzetapisavaodstavka"/>
    <w:uiPriority w:val="20"/>
    <w:qFormat/>
    <w:rsid w:val="006D66A9"/>
    <w:rPr>
      <w:rFonts w:ascii="Calibri" w:hAnsi="Calibri"/>
      <w:b/>
      <w:i/>
      <w:iCs/>
    </w:rPr>
  </w:style>
  <w:style w:type="paragraph" w:styleId="Brezrazmikov">
    <w:name w:val="No Spacing"/>
    <w:basedOn w:val="Navaden"/>
    <w:uiPriority w:val="1"/>
    <w:qFormat/>
    <w:rsid w:val="006D66A9"/>
    <w:rPr>
      <w:szCs w:val="32"/>
    </w:rPr>
  </w:style>
  <w:style w:type="paragraph" w:styleId="Odstavekseznama">
    <w:name w:val="List Paragraph"/>
    <w:basedOn w:val="Navaden"/>
    <w:uiPriority w:val="34"/>
    <w:qFormat/>
    <w:rsid w:val="006D66A9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6D66A9"/>
    <w:rPr>
      <w:i/>
    </w:rPr>
  </w:style>
  <w:style w:type="character" w:customStyle="1" w:styleId="CitatZnak">
    <w:name w:val="Citat Znak"/>
    <w:basedOn w:val="Privzetapisavaodstavka"/>
    <w:link w:val="Citat"/>
    <w:uiPriority w:val="29"/>
    <w:rsid w:val="006D66A9"/>
    <w:rPr>
      <w:i/>
      <w:sz w:val="24"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D66A9"/>
    <w:pPr>
      <w:ind w:left="720" w:right="720"/>
    </w:pPr>
    <w:rPr>
      <w:b/>
      <w:i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D66A9"/>
    <w:rPr>
      <w:b/>
      <w:i/>
      <w:sz w:val="24"/>
    </w:rPr>
  </w:style>
  <w:style w:type="character" w:styleId="Neenpoudarek">
    <w:name w:val="Subtle Emphasis"/>
    <w:uiPriority w:val="19"/>
    <w:qFormat/>
    <w:rsid w:val="006D66A9"/>
    <w:rPr>
      <w:i/>
      <w:color w:val="5A5A5A"/>
    </w:rPr>
  </w:style>
  <w:style w:type="character" w:styleId="Intenzivenpoudarek">
    <w:name w:val="Intense Emphasis"/>
    <w:basedOn w:val="Privzetapisavaodstavka"/>
    <w:uiPriority w:val="21"/>
    <w:qFormat/>
    <w:rsid w:val="006D66A9"/>
    <w:rPr>
      <w:b/>
      <w:i/>
      <w:sz w:val="24"/>
      <w:szCs w:val="24"/>
      <w:u w:val="single"/>
    </w:rPr>
  </w:style>
  <w:style w:type="character" w:styleId="Neensklic">
    <w:name w:val="Subtle Reference"/>
    <w:basedOn w:val="Privzetapisavaodstavka"/>
    <w:uiPriority w:val="31"/>
    <w:qFormat/>
    <w:rsid w:val="006D66A9"/>
    <w:rPr>
      <w:sz w:val="24"/>
      <w:szCs w:val="24"/>
      <w:u w:val="single"/>
    </w:rPr>
  </w:style>
  <w:style w:type="character" w:styleId="Intenzivensklic">
    <w:name w:val="Intense Reference"/>
    <w:basedOn w:val="Privzetapisavaodstavka"/>
    <w:uiPriority w:val="32"/>
    <w:qFormat/>
    <w:rsid w:val="006D66A9"/>
    <w:rPr>
      <w:b/>
      <w:sz w:val="24"/>
      <w:u w:val="single"/>
    </w:rPr>
  </w:style>
  <w:style w:type="character" w:styleId="Naslovknjige">
    <w:name w:val="Book Title"/>
    <w:basedOn w:val="Privzetapisavaodstavka"/>
    <w:uiPriority w:val="33"/>
    <w:qFormat/>
    <w:rsid w:val="006D66A9"/>
    <w:rPr>
      <w:rFonts w:ascii="Cambria" w:eastAsia="Times New Roman" w:hAnsi="Cambria"/>
      <w:b/>
      <w:i/>
      <w:sz w:val="24"/>
      <w:szCs w:val="24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6D66A9"/>
    <w:pPr>
      <w:outlineLvl w:val="9"/>
    </w:pPr>
  </w:style>
  <w:style w:type="paragraph" w:styleId="Glava">
    <w:name w:val="header"/>
    <w:basedOn w:val="Navaden"/>
    <w:link w:val="Glav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81FB5"/>
    <w:rPr>
      <w:sz w:val="24"/>
      <w:lang w:val="sl-SI"/>
    </w:rPr>
  </w:style>
  <w:style w:type="paragraph" w:styleId="Noga">
    <w:name w:val="footer"/>
    <w:basedOn w:val="Navaden"/>
    <w:link w:val="Nog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581FB5"/>
    <w:rPr>
      <w:sz w:val="24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1F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1FB5"/>
    <w:rPr>
      <w:rFonts w:ascii="Tahoma" w:hAnsi="Tahoma" w:cs="Tahoma"/>
      <w:sz w:val="16"/>
      <w:szCs w:val="16"/>
      <w:lang w:val="sl-SI"/>
    </w:rPr>
  </w:style>
  <w:style w:type="table" w:customStyle="1" w:styleId="Tabela-mrea">
    <w:name w:val="Tabela - mreža"/>
    <w:basedOn w:val="Navadnatabela"/>
    <w:rsid w:val="00581F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rsid w:val="00406B3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66A9"/>
    <w:rPr>
      <w:sz w:val="24"/>
      <w:szCs w:val="22"/>
      <w:lang w:eastAsia="en-US" w:bidi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6D66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D66A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D66A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D66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D6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D66A9"/>
    <w:pPr>
      <w:spacing w:before="240" w:after="60"/>
      <w:outlineLvl w:val="5"/>
    </w:pPr>
    <w:rPr>
      <w:b/>
      <w:bCs/>
      <w:sz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D66A9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D66A9"/>
    <w:p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D66A9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D66A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D66A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D66A9"/>
    <w:rPr>
      <w:rFonts w:ascii="Cambria" w:eastAsia="Times New Roman" w:hAnsi="Cambria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rsid w:val="006D66A9"/>
    <w:rPr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D66A9"/>
    <w:rPr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D66A9"/>
    <w:rPr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D66A9"/>
    <w:rPr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D66A9"/>
    <w:rPr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D66A9"/>
    <w:rPr>
      <w:rFonts w:ascii="Cambria" w:eastAsia="Times New Roman" w:hAnsi="Cambria"/>
    </w:rPr>
  </w:style>
  <w:style w:type="paragraph" w:styleId="Naslov">
    <w:name w:val="Title"/>
    <w:basedOn w:val="Navaden"/>
    <w:next w:val="Navaden"/>
    <w:link w:val="NaslovZnak"/>
    <w:uiPriority w:val="10"/>
    <w:qFormat/>
    <w:rsid w:val="006D66A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uiPriority w:val="10"/>
    <w:rsid w:val="006D66A9"/>
    <w:rPr>
      <w:rFonts w:ascii="Cambria" w:eastAsia="Times New Roman" w:hAnsi="Cambria"/>
      <w:b/>
      <w:bCs/>
      <w:kern w:val="28"/>
      <w:sz w:val="32"/>
      <w:szCs w:val="3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D66A9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slovZnak">
    <w:name w:val="Podnaslov Znak"/>
    <w:basedOn w:val="Privzetapisavaodstavka"/>
    <w:link w:val="Podnaslov"/>
    <w:uiPriority w:val="11"/>
    <w:rsid w:val="006D66A9"/>
    <w:rPr>
      <w:rFonts w:ascii="Cambria" w:eastAsia="Times New Roman" w:hAnsi="Cambria"/>
      <w:sz w:val="24"/>
      <w:szCs w:val="24"/>
    </w:rPr>
  </w:style>
  <w:style w:type="character" w:styleId="Krepko">
    <w:name w:val="Strong"/>
    <w:basedOn w:val="Privzetapisavaodstavka"/>
    <w:uiPriority w:val="22"/>
    <w:qFormat/>
    <w:rsid w:val="006D66A9"/>
    <w:rPr>
      <w:b/>
      <w:bCs/>
    </w:rPr>
  </w:style>
  <w:style w:type="character" w:styleId="Poudarek">
    <w:name w:val="Emphasis"/>
    <w:basedOn w:val="Privzetapisavaodstavka"/>
    <w:uiPriority w:val="20"/>
    <w:qFormat/>
    <w:rsid w:val="006D66A9"/>
    <w:rPr>
      <w:rFonts w:ascii="Calibri" w:hAnsi="Calibri"/>
      <w:b/>
      <w:i/>
      <w:iCs/>
    </w:rPr>
  </w:style>
  <w:style w:type="paragraph" w:styleId="Brezrazmikov">
    <w:name w:val="No Spacing"/>
    <w:basedOn w:val="Navaden"/>
    <w:uiPriority w:val="1"/>
    <w:qFormat/>
    <w:rsid w:val="006D66A9"/>
    <w:rPr>
      <w:szCs w:val="32"/>
    </w:rPr>
  </w:style>
  <w:style w:type="paragraph" w:styleId="Odstavekseznama">
    <w:name w:val="List Paragraph"/>
    <w:basedOn w:val="Navaden"/>
    <w:uiPriority w:val="34"/>
    <w:qFormat/>
    <w:rsid w:val="006D66A9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6D66A9"/>
    <w:rPr>
      <w:i/>
    </w:rPr>
  </w:style>
  <w:style w:type="character" w:customStyle="1" w:styleId="CitatZnak">
    <w:name w:val="Citat Znak"/>
    <w:basedOn w:val="Privzetapisavaodstavka"/>
    <w:link w:val="Citat"/>
    <w:uiPriority w:val="29"/>
    <w:rsid w:val="006D66A9"/>
    <w:rPr>
      <w:i/>
      <w:sz w:val="24"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D66A9"/>
    <w:pPr>
      <w:ind w:left="720" w:right="720"/>
    </w:pPr>
    <w:rPr>
      <w:b/>
      <w:i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D66A9"/>
    <w:rPr>
      <w:b/>
      <w:i/>
      <w:sz w:val="24"/>
    </w:rPr>
  </w:style>
  <w:style w:type="character" w:styleId="Neenpoudarek">
    <w:name w:val="Subtle Emphasis"/>
    <w:uiPriority w:val="19"/>
    <w:qFormat/>
    <w:rsid w:val="006D66A9"/>
    <w:rPr>
      <w:i/>
      <w:color w:val="5A5A5A"/>
    </w:rPr>
  </w:style>
  <w:style w:type="character" w:styleId="Intenzivenpoudarek">
    <w:name w:val="Intense Emphasis"/>
    <w:basedOn w:val="Privzetapisavaodstavka"/>
    <w:uiPriority w:val="21"/>
    <w:qFormat/>
    <w:rsid w:val="006D66A9"/>
    <w:rPr>
      <w:b/>
      <w:i/>
      <w:sz w:val="24"/>
      <w:szCs w:val="24"/>
      <w:u w:val="single"/>
    </w:rPr>
  </w:style>
  <w:style w:type="character" w:styleId="Neensklic">
    <w:name w:val="Subtle Reference"/>
    <w:basedOn w:val="Privzetapisavaodstavka"/>
    <w:uiPriority w:val="31"/>
    <w:qFormat/>
    <w:rsid w:val="006D66A9"/>
    <w:rPr>
      <w:sz w:val="24"/>
      <w:szCs w:val="24"/>
      <w:u w:val="single"/>
    </w:rPr>
  </w:style>
  <w:style w:type="character" w:styleId="Intenzivensklic">
    <w:name w:val="Intense Reference"/>
    <w:basedOn w:val="Privzetapisavaodstavka"/>
    <w:uiPriority w:val="32"/>
    <w:qFormat/>
    <w:rsid w:val="006D66A9"/>
    <w:rPr>
      <w:b/>
      <w:sz w:val="24"/>
      <w:u w:val="single"/>
    </w:rPr>
  </w:style>
  <w:style w:type="character" w:styleId="Naslovknjige">
    <w:name w:val="Book Title"/>
    <w:basedOn w:val="Privzetapisavaodstavka"/>
    <w:uiPriority w:val="33"/>
    <w:qFormat/>
    <w:rsid w:val="006D66A9"/>
    <w:rPr>
      <w:rFonts w:ascii="Cambria" w:eastAsia="Times New Roman" w:hAnsi="Cambria"/>
      <w:b/>
      <w:i/>
      <w:sz w:val="24"/>
      <w:szCs w:val="24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6D66A9"/>
    <w:pPr>
      <w:outlineLvl w:val="9"/>
    </w:pPr>
  </w:style>
  <w:style w:type="paragraph" w:styleId="Glava">
    <w:name w:val="header"/>
    <w:basedOn w:val="Navaden"/>
    <w:link w:val="Glav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81FB5"/>
    <w:rPr>
      <w:sz w:val="24"/>
      <w:lang w:val="sl-SI"/>
    </w:rPr>
  </w:style>
  <w:style w:type="paragraph" w:styleId="Noga">
    <w:name w:val="footer"/>
    <w:basedOn w:val="Navaden"/>
    <w:link w:val="Nog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581FB5"/>
    <w:rPr>
      <w:sz w:val="24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1F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1FB5"/>
    <w:rPr>
      <w:rFonts w:ascii="Tahoma" w:hAnsi="Tahoma" w:cs="Tahoma"/>
      <w:sz w:val="16"/>
      <w:szCs w:val="16"/>
      <w:lang w:val="sl-SI"/>
    </w:rPr>
  </w:style>
  <w:style w:type="table" w:customStyle="1" w:styleId="Tabela-mrea">
    <w:name w:val="Tabela - mreža"/>
    <w:basedOn w:val="Navadnatabela"/>
    <w:rsid w:val="00581F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rsid w:val="00406B3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cnik\AppData\Roaming\Microsoft\Predloge\Dopis_moj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Dopis_moj.dot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Slovenske Konjice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Pacnik</dc:creator>
  <cp:lastModifiedBy>Vipotnik, Katja</cp:lastModifiedBy>
  <cp:revision>2</cp:revision>
  <cp:lastPrinted>2011-11-09T11:49:00Z</cp:lastPrinted>
  <dcterms:created xsi:type="dcterms:W3CDTF">2019-10-01T13:14:00Z</dcterms:created>
  <dcterms:modified xsi:type="dcterms:W3CDTF">2019-10-01T13:14:00Z</dcterms:modified>
</cp:coreProperties>
</file>