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49" w:rsidRPr="008C4749" w:rsidRDefault="008C4749" w:rsidP="008C4749">
      <w:pPr>
        <w:rPr>
          <w:rFonts w:eastAsia="Times New Roman" w:cs="Arial"/>
          <w:caps/>
          <w:sz w:val="20"/>
          <w:szCs w:val="20"/>
          <w:lang w:eastAsia="sl-SI" w:bidi="ar-SA"/>
        </w:rPr>
      </w:pPr>
    </w:p>
    <w:p w:rsidR="008C4749" w:rsidRPr="008C4749" w:rsidRDefault="008C4749" w:rsidP="008C4749">
      <w:pPr>
        <w:suppressAutoHyphens/>
        <w:jc w:val="center"/>
        <w:rPr>
          <w:rFonts w:eastAsia="Times New Roman" w:cs="Arial"/>
          <w:b/>
          <w:noProof/>
          <w:sz w:val="20"/>
          <w:szCs w:val="20"/>
          <w:lang w:val="it-IT" w:eastAsia="ar-SA" w:bidi="ar-SA"/>
        </w:rPr>
      </w:pPr>
      <w:r w:rsidRPr="008C4749">
        <w:rPr>
          <w:rFonts w:eastAsia="Times New Roman" w:cs="Arial"/>
          <w:b/>
          <w:noProof/>
          <w:sz w:val="20"/>
          <w:szCs w:val="20"/>
          <w:lang w:val="it-IT" w:eastAsia="ar-SA" w:bidi="ar-SA"/>
        </w:rPr>
        <w:t xml:space="preserve">ZAHTEVA ZA DOSTOP DO INFORMACIJ JAVNEGA ZNAČAJA </w:t>
      </w:r>
    </w:p>
    <w:p w:rsidR="008C4749" w:rsidRPr="008C4749" w:rsidRDefault="008C4749" w:rsidP="008C4749">
      <w:pPr>
        <w:suppressAutoHyphens/>
        <w:jc w:val="center"/>
        <w:rPr>
          <w:rFonts w:eastAsia="Times New Roman" w:cs="Arial"/>
          <w:b/>
          <w:noProof/>
          <w:sz w:val="20"/>
          <w:szCs w:val="20"/>
          <w:lang w:val="it-IT" w:eastAsia="ar-SA" w:bidi="ar-SA"/>
        </w:rPr>
      </w:pPr>
      <w:r w:rsidRPr="008C4749">
        <w:rPr>
          <w:rFonts w:eastAsia="Times New Roman" w:cs="Arial"/>
          <w:b/>
          <w:noProof/>
          <w:sz w:val="20"/>
          <w:szCs w:val="20"/>
          <w:lang w:val="it-IT" w:eastAsia="ar-SA" w:bidi="ar-SA"/>
        </w:rPr>
        <w:t xml:space="preserve">na podlagi Zakona o dostopu do informacij javnega značaja </w:t>
      </w:r>
    </w:p>
    <w:p w:rsidR="008C4749" w:rsidRPr="008C4749" w:rsidRDefault="008C4749" w:rsidP="008C4749">
      <w:pPr>
        <w:suppressAutoHyphens/>
        <w:jc w:val="center"/>
        <w:rPr>
          <w:rFonts w:eastAsia="Times New Roman" w:cs="Arial"/>
          <w:b/>
          <w:noProof/>
          <w:sz w:val="20"/>
          <w:szCs w:val="20"/>
          <w:lang w:val="it-IT" w:eastAsia="ar-SA" w:bidi="ar-SA"/>
        </w:rPr>
      </w:pPr>
    </w:p>
    <w:p w:rsidR="008C4749" w:rsidRPr="008C4749" w:rsidRDefault="008C4749" w:rsidP="008C4749">
      <w:pPr>
        <w:rPr>
          <w:rFonts w:eastAsia="Times New Roman" w:cs="Arial"/>
          <w:caps/>
          <w:sz w:val="20"/>
          <w:szCs w:val="20"/>
          <w:lang w:eastAsia="sl-SI" w:bidi="ar-SA"/>
        </w:rPr>
      </w:pPr>
    </w:p>
    <w:p w:rsidR="008C4749" w:rsidRPr="008C4749" w:rsidRDefault="008C4749" w:rsidP="008C4749">
      <w:pPr>
        <w:jc w:val="center"/>
        <w:rPr>
          <w:rFonts w:eastAsia="Times New Roman" w:cs="Arial"/>
          <w:b/>
          <w:caps/>
          <w:sz w:val="20"/>
          <w:szCs w:val="20"/>
          <w:lang w:eastAsia="sl-SI" w:bidi="ar-SA"/>
        </w:rPr>
      </w:pPr>
      <w:r w:rsidRPr="008C4749">
        <w:rPr>
          <w:rFonts w:eastAsia="Times New Roman" w:cs="Arial"/>
          <w:b/>
          <w:caps/>
          <w:sz w:val="20"/>
          <w:szCs w:val="20"/>
          <w:lang w:eastAsia="sl-SI" w:bidi="ar-SA"/>
        </w:rPr>
        <w:t>Podatki o prosilcu</w:t>
      </w: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Ime: ________________________________      Priimek: ___________________________________</w:t>
      </w: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bidi="ar-SA"/>
        </w:rPr>
        <w:t>Naziv in naslov organa, od katerega zahtevate vpogled: _________________________________________________________________________________</w:t>
      </w: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Vaš naslov: _______________________________________________________________________</w:t>
      </w: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Vaša e – pošta: ____________________________________________________________________</w:t>
      </w: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Vaša telefonska številka: __________________________________     Faks: ___________________</w:t>
      </w:r>
    </w:p>
    <w:p w:rsidR="008C4749" w:rsidRPr="008C4749" w:rsidRDefault="008C4749" w:rsidP="008C4749">
      <w:pPr>
        <w:suppressAutoHyphens/>
        <w:rPr>
          <w:rFonts w:eastAsia="Times New Roman" w:cs="Arial"/>
          <w:noProof/>
          <w:sz w:val="20"/>
          <w:szCs w:val="20"/>
          <w:lang w:val="it-IT" w:eastAsia="ar-SA" w:bidi="ar-SA"/>
        </w:rPr>
      </w:pPr>
    </w:p>
    <w:p w:rsidR="008C4749" w:rsidRPr="008C4749" w:rsidRDefault="008C4749" w:rsidP="008C4749">
      <w:pPr>
        <w:suppressAutoHyphens/>
        <w:rPr>
          <w:rFonts w:eastAsia="Times New Roman" w:cs="Arial"/>
          <w:noProof/>
          <w:sz w:val="20"/>
          <w:szCs w:val="20"/>
          <w:lang w:val="it-IT" w:eastAsia="ar-SA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ar-SA" w:bidi="ar-SA"/>
        </w:rPr>
        <w:t>Na kašen način želite prejeti informacijo? (prosimo označite):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C4749" w:rsidRPr="008C4749" w:rsidTr="008C4749"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preko telefona</w:t>
            </w:r>
          </w:p>
        </w:tc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v obliki elektronske pošte</w:t>
            </w:r>
          </w:p>
        </w:tc>
      </w:tr>
      <w:tr w:rsidR="008C4749" w:rsidRPr="008C4749" w:rsidTr="008C4749"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preko faksa</w:t>
            </w:r>
          </w:p>
        </w:tc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v obliki klasične pošte</w:t>
            </w:r>
          </w:p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</w:p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</w:p>
        </w:tc>
      </w:tr>
    </w:tbl>
    <w:p w:rsidR="008C4749" w:rsidRPr="008C4749" w:rsidRDefault="008C4749" w:rsidP="008C4749">
      <w:pPr>
        <w:suppressAutoHyphens/>
        <w:rPr>
          <w:rFonts w:eastAsia="Times New Roman" w:cs="Arial"/>
          <w:noProof/>
          <w:sz w:val="20"/>
          <w:szCs w:val="20"/>
          <w:lang w:val="it-IT" w:eastAsia="ar-SA" w:bidi="ar-SA"/>
        </w:rPr>
      </w:pPr>
    </w:p>
    <w:p w:rsidR="008C4749" w:rsidRPr="008C4749" w:rsidRDefault="008C4749" w:rsidP="008C4749">
      <w:pPr>
        <w:jc w:val="center"/>
        <w:rPr>
          <w:rFonts w:eastAsia="Times New Roman" w:cs="Arial"/>
          <w:b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b/>
          <w:noProof/>
          <w:sz w:val="20"/>
          <w:szCs w:val="20"/>
          <w:lang w:val="it-IT" w:eastAsia="sl-SI" w:bidi="ar-SA"/>
        </w:rPr>
        <w:t>ZAHTEVANA INFORMACIJA</w:t>
      </w:r>
    </w:p>
    <w:p w:rsidR="008C4749" w:rsidRPr="008C4749" w:rsidRDefault="008C4749" w:rsidP="008C4749">
      <w:pPr>
        <w:jc w:val="center"/>
        <w:rPr>
          <w:rFonts w:eastAsia="Times New Roman" w:cs="Arial"/>
          <w:b/>
          <w:i/>
          <w:iCs/>
          <w:noProof/>
          <w:sz w:val="20"/>
          <w:szCs w:val="20"/>
          <w:lang w:val="it-IT" w:eastAsia="ar-SA" w:bidi="ar-SA"/>
        </w:rPr>
      </w:pPr>
    </w:p>
    <w:p w:rsidR="008C4749" w:rsidRPr="008C4749" w:rsidRDefault="008C4749" w:rsidP="008C4749">
      <w:pPr>
        <w:spacing w:line="360" w:lineRule="auto"/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b/>
          <w:noProof/>
          <w:sz w:val="20"/>
          <w:szCs w:val="20"/>
          <w:lang w:val="it-IT" w:eastAsia="sl-SI" w:bidi="ar-SA"/>
        </w:rPr>
        <w:t>Kdo posreduje zahtevano informacijo</w:t>
      </w: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 xml:space="preserve"> (npr. Občina Slovenske Konjice)?</w:t>
      </w:r>
    </w:p>
    <w:p w:rsidR="008C4749" w:rsidRPr="008C4749" w:rsidRDefault="008C4749" w:rsidP="008C4749">
      <w:pPr>
        <w:spacing w:line="360" w:lineRule="auto"/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jc w:val="both"/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b/>
          <w:noProof/>
          <w:sz w:val="20"/>
          <w:szCs w:val="20"/>
          <w:lang w:val="it-IT" w:eastAsia="sl-SI" w:bidi="ar-SA"/>
        </w:rPr>
        <w:t>Navedite za kakšno informacijo gre</w:t>
      </w: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 xml:space="preserve"> (prosimo, bodite kar se da natančni in skušajte omejiti vaš zahtevek, če gre za zelo obsežne informacije. Organ vam lahko izstavi račun za posredovanje. Primer: Želim vpogledati v odločbo o odmeri komunalnega prispevka št._______. Bolj kot boste natančni, hitreje vam organ lahko ugodi):</w:t>
      </w:r>
    </w:p>
    <w:p w:rsidR="008C4749" w:rsidRPr="008C4749" w:rsidRDefault="008C4749" w:rsidP="008C4749">
      <w:pPr>
        <w:spacing w:line="360" w:lineRule="auto"/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Način pridobitve (obkrožite le eno možnost)</w:t>
      </w:r>
      <w:r w:rsidRPr="008C4749">
        <w:rPr>
          <w:rFonts w:eastAsia="Times New Roman" w:cs="Arial"/>
          <w:i/>
          <w:noProof/>
          <w:sz w:val="20"/>
          <w:szCs w:val="20"/>
          <w:lang w:val="it-IT" w:eastAsia="sl-SI" w:bidi="ar-SA"/>
        </w:rPr>
        <w:t>:</w:t>
      </w: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C4749" w:rsidRPr="008C4749" w:rsidTr="008C4749"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želim vpogled pri organu</w:t>
            </w:r>
          </w:p>
        </w:tc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želim prejeti fotokopijo zahtevane informacije</w:t>
            </w:r>
          </w:p>
        </w:tc>
      </w:tr>
      <w:tr w:rsidR="008C4749" w:rsidRPr="008C4749" w:rsidTr="008C4749"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sym w:font="Wingdings" w:char="F071"/>
            </w:r>
            <w:r w:rsidRPr="008C4749"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  <w:t xml:space="preserve"> želim prejeti drugačno obliko</w:t>
            </w:r>
          </w:p>
        </w:tc>
        <w:tc>
          <w:tcPr>
            <w:tcW w:w="4606" w:type="dxa"/>
          </w:tcPr>
          <w:p w:rsidR="008C4749" w:rsidRPr="008C4749" w:rsidRDefault="008C4749" w:rsidP="008C4749">
            <w:pPr>
              <w:suppressAutoHyphens/>
              <w:rPr>
                <w:rFonts w:eastAsia="Times New Roman" w:cs="Arial"/>
                <w:noProof/>
                <w:sz w:val="20"/>
                <w:szCs w:val="20"/>
                <w:lang w:val="it-IT" w:eastAsia="ar-SA" w:bidi="ar-SA"/>
              </w:rPr>
            </w:pPr>
          </w:p>
        </w:tc>
      </w:tr>
    </w:tbl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8C4749" w:rsidRPr="008C4749" w:rsidRDefault="008C4749" w:rsidP="008C4749">
      <w:pPr>
        <w:spacing w:before="280" w:after="280"/>
        <w:rPr>
          <w:rFonts w:eastAsia="Times New Roman" w:cs="Arial"/>
          <w:b/>
          <w:bCs/>
          <w:noProof/>
          <w:sz w:val="20"/>
          <w:szCs w:val="20"/>
          <w:lang w:val="it-IT" w:eastAsia="sl-SI" w:bidi="ar-SA"/>
        </w:rPr>
      </w:pP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>Datum</w:t>
      </w:r>
      <w:r w:rsidRPr="008C4749">
        <w:rPr>
          <w:rFonts w:eastAsia="Times New Roman" w:cs="Arial"/>
          <w:i/>
          <w:iCs/>
          <w:noProof/>
          <w:sz w:val="20"/>
          <w:szCs w:val="20"/>
          <w:lang w:val="it-IT" w:eastAsia="sl-SI" w:bidi="ar-SA"/>
        </w:rPr>
        <w:t>:</w:t>
      </w:r>
      <w:r w:rsidRPr="008C4749">
        <w:rPr>
          <w:rFonts w:eastAsia="Times New Roman" w:cs="Arial"/>
          <w:noProof/>
          <w:sz w:val="20"/>
          <w:szCs w:val="20"/>
          <w:lang w:val="it-IT" w:eastAsia="sl-SI" w:bidi="ar-SA"/>
        </w:rPr>
        <w:t xml:space="preserve"> ____________________                                                </w:t>
      </w:r>
      <w:r w:rsidRPr="008C4749">
        <w:rPr>
          <w:rFonts w:eastAsia="Times New Roman" w:cs="Arial"/>
          <w:bCs/>
          <w:noProof/>
          <w:sz w:val="20"/>
          <w:lang w:val="it-IT" w:eastAsia="sl-SI" w:bidi="ar-SA"/>
        </w:rPr>
        <w:t>Podpis</w:t>
      </w:r>
      <w:r w:rsidRPr="008C4749">
        <w:rPr>
          <w:rFonts w:eastAsia="Times New Roman" w:cs="Arial"/>
          <w:bCs/>
          <w:i/>
          <w:iCs/>
          <w:noProof/>
          <w:sz w:val="20"/>
          <w:lang w:val="it-IT" w:eastAsia="sl-SI" w:bidi="ar-SA"/>
        </w:rPr>
        <w:t>:</w:t>
      </w:r>
    </w:p>
    <w:p w:rsidR="008C4749" w:rsidRPr="008C4749" w:rsidRDefault="008C4749" w:rsidP="008C4749">
      <w:pPr>
        <w:jc w:val="both"/>
        <w:rPr>
          <w:rFonts w:eastAsia="Times New Roman" w:cs="Arial"/>
          <w:noProof/>
          <w:sz w:val="20"/>
          <w:szCs w:val="20"/>
          <w:lang w:val="it-IT" w:eastAsia="sl-SI" w:bidi="ar-SA"/>
        </w:rPr>
      </w:pPr>
    </w:p>
    <w:p w:rsidR="00581FB5" w:rsidRPr="008C4749" w:rsidRDefault="008C4749" w:rsidP="008C4749">
      <w:pPr>
        <w:jc w:val="both"/>
      </w:pPr>
      <w:r w:rsidRPr="008C4749">
        <w:rPr>
          <w:rFonts w:eastAsia="Times New Roman" w:cs="Arial"/>
          <w:noProof/>
          <w:sz w:val="16"/>
          <w:szCs w:val="16"/>
          <w:lang w:val="it-IT" w:eastAsia="sl-SI" w:bidi="ar-SA"/>
        </w:rPr>
        <w:t xml:space="preserve">Stroški in drugi pogoji za posredovanje in ponovno uporabo informacij javnega značaja se določajo skladno z določbami Zakona o dostopu do informacij javnega značaja </w:t>
      </w:r>
      <w:r w:rsidR="001D4577" w:rsidRPr="001D4577">
        <w:rPr>
          <w:rFonts w:eastAsia="Times New Roman" w:cs="Arial"/>
          <w:noProof/>
          <w:sz w:val="16"/>
          <w:szCs w:val="16"/>
          <w:lang w:val="it-IT" w:eastAsia="sl-SI" w:bidi="ar-SA"/>
        </w:rPr>
        <w:t xml:space="preserve"> (Uradni list RS, št. 51/06 – uradno prečiščeno besedilo, 117/06 – ZDavP-2, 23/14, 50/14, 19/15 – odl. US in 102/15) </w:t>
      </w:r>
      <w:r w:rsidRPr="008C4749">
        <w:rPr>
          <w:rFonts w:eastAsia="Times New Roman" w:cs="Arial"/>
          <w:noProof/>
          <w:sz w:val="16"/>
          <w:szCs w:val="16"/>
          <w:lang w:val="it-IT" w:eastAsia="sl-SI" w:bidi="ar-SA"/>
        </w:rPr>
        <w:t xml:space="preserve"> in Uredbe o posredovanju in ponovni uporabi informacij javnega značaja </w:t>
      </w:r>
      <w:r w:rsidR="001D4577" w:rsidRPr="001D4577">
        <w:rPr>
          <w:rFonts w:eastAsia="Times New Roman" w:cs="Arial"/>
          <w:noProof/>
          <w:sz w:val="16"/>
          <w:szCs w:val="16"/>
          <w:lang w:val="it-IT" w:eastAsia="sl-SI" w:bidi="ar-SA"/>
        </w:rPr>
        <w:t>Uredba o posredovanju in ponovni uporabi informacij javnega značaja (Uradni list RS, št. 24/16)</w:t>
      </w:r>
      <w:r w:rsidR="001D4577">
        <w:rPr>
          <w:rFonts w:eastAsia="Times New Roman" w:cs="Arial"/>
          <w:noProof/>
          <w:sz w:val="16"/>
          <w:szCs w:val="16"/>
          <w:lang w:val="it-IT" w:eastAsia="sl-SI" w:bidi="ar-SA"/>
        </w:rPr>
        <w:t>.</w:t>
      </w:r>
      <w:bookmarkStart w:id="0" w:name="_GoBack"/>
      <w:bookmarkEnd w:id="0"/>
    </w:p>
    <w:sectPr w:rsidR="00581FB5" w:rsidRPr="008C4749" w:rsidSect="003E401F">
      <w:headerReference w:type="default" r:id="rId8"/>
      <w:footerReference w:type="default" r:id="rId9"/>
      <w:pgSz w:w="11906" w:h="16838" w:code="9"/>
      <w:pgMar w:top="1134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749" w:rsidRDefault="008C4749" w:rsidP="00581FB5">
      <w:r>
        <w:separator/>
      </w:r>
    </w:p>
  </w:endnote>
  <w:endnote w:type="continuationSeparator" w:id="0">
    <w:p w:rsidR="008C4749" w:rsidRDefault="008C4749" w:rsidP="0058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8C4749">
    <w:pPr>
      <w:pStyle w:val="Noga"/>
    </w:pPr>
    <w:r>
      <w:rPr>
        <w:noProof/>
        <w:lang w:eastAsia="sl-SI" w:bidi="ar-SA"/>
      </w:rPr>
      <w:drawing>
        <wp:inline distT="0" distB="0" distL="0" distR="0">
          <wp:extent cx="5943600" cy="438150"/>
          <wp:effectExtent l="19050" t="0" r="0" b="0"/>
          <wp:docPr id="2" name="Slika 2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749" w:rsidRDefault="008C4749" w:rsidP="00581FB5">
      <w:r>
        <w:separator/>
      </w:r>
    </w:p>
  </w:footnote>
  <w:footnote w:type="continuationSeparator" w:id="0">
    <w:p w:rsidR="008C4749" w:rsidRDefault="008C4749" w:rsidP="0058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8C4749">
    <w:pPr>
      <w:pStyle w:val="Glava"/>
    </w:pPr>
    <w:r>
      <w:rPr>
        <w:noProof/>
        <w:lang w:eastAsia="sl-SI" w:bidi="ar-SA"/>
      </w:rPr>
      <w:drawing>
        <wp:inline distT="0" distB="0" distL="0" distR="0">
          <wp:extent cx="5943600" cy="866775"/>
          <wp:effectExtent l="19050" t="0" r="0" b="0"/>
          <wp:docPr id="1" name="Slika 0" descr="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br 55-05 logoti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4B0"/>
    <w:multiLevelType w:val="hybridMultilevel"/>
    <w:tmpl w:val="50E83D92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77"/>
    <w:rsid w:val="00006B3A"/>
    <w:rsid w:val="000318D4"/>
    <w:rsid w:val="00045EEF"/>
    <w:rsid w:val="00085C23"/>
    <w:rsid w:val="001D4577"/>
    <w:rsid w:val="001E1189"/>
    <w:rsid w:val="00211E78"/>
    <w:rsid w:val="0024593A"/>
    <w:rsid w:val="003362D0"/>
    <w:rsid w:val="003377AF"/>
    <w:rsid w:val="00345129"/>
    <w:rsid w:val="003E401F"/>
    <w:rsid w:val="00466D09"/>
    <w:rsid w:val="004902BE"/>
    <w:rsid w:val="00497728"/>
    <w:rsid w:val="004A2DFA"/>
    <w:rsid w:val="004F692E"/>
    <w:rsid w:val="00581FB5"/>
    <w:rsid w:val="005937E7"/>
    <w:rsid w:val="005D6BB5"/>
    <w:rsid w:val="00600FC3"/>
    <w:rsid w:val="00614A3C"/>
    <w:rsid w:val="00631FA7"/>
    <w:rsid w:val="00675989"/>
    <w:rsid w:val="006C22C2"/>
    <w:rsid w:val="006D33A6"/>
    <w:rsid w:val="006D66A9"/>
    <w:rsid w:val="006F32B2"/>
    <w:rsid w:val="00702F8A"/>
    <w:rsid w:val="007F47CF"/>
    <w:rsid w:val="008126CB"/>
    <w:rsid w:val="008179D4"/>
    <w:rsid w:val="008C4749"/>
    <w:rsid w:val="00930E53"/>
    <w:rsid w:val="00995B12"/>
    <w:rsid w:val="009C2514"/>
    <w:rsid w:val="009F50D6"/>
    <w:rsid w:val="00A17444"/>
    <w:rsid w:val="00A323DD"/>
    <w:rsid w:val="00A41089"/>
    <w:rsid w:val="00A65F64"/>
    <w:rsid w:val="00B338A3"/>
    <w:rsid w:val="00BC2C81"/>
    <w:rsid w:val="00BD1684"/>
    <w:rsid w:val="00C10153"/>
    <w:rsid w:val="00CF1735"/>
    <w:rsid w:val="00D53001"/>
    <w:rsid w:val="00DF2070"/>
    <w:rsid w:val="00E83FDD"/>
    <w:rsid w:val="00EF1AA3"/>
    <w:rsid w:val="00F330B0"/>
    <w:rsid w:val="00FA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styleId="Tabelamrea">
    <w:name w:val="Table Grid"/>
    <w:basedOn w:val="Navadnatabela"/>
    <w:rsid w:val="00581FB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styleId="Tabelamrea">
    <w:name w:val="Table Grid"/>
    <w:basedOn w:val="Navadnatabela"/>
    <w:rsid w:val="00581FB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nik\AppData\Roaming\Microsoft\Predloge\Dopis_moj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Dopis_moj.dot</Template>
  <TotalTime>1</TotalTime>
  <Pages>1</Pages>
  <Words>282</Words>
  <Characters>1614</Characters>
  <Application>Microsoft Office Word</Application>
  <DocSecurity>4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Slovenske Konjice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SircS</dc:creator>
  <cp:lastModifiedBy>Sircs</cp:lastModifiedBy>
  <cp:revision>2</cp:revision>
  <cp:lastPrinted>2011-11-09T11:49:00Z</cp:lastPrinted>
  <dcterms:created xsi:type="dcterms:W3CDTF">2016-05-23T11:34:00Z</dcterms:created>
  <dcterms:modified xsi:type="dcterms:W3CDTF">2016-05-23T11:34:00Z</dcterms:modified>
</cp:coreProperties>
</file>